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F1E47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4.5pt;height:81.75pt;visibility:visible">
            <v:imagedata r:id="rId5" o:title=""/>
          </v:shape>
        </w:pict>
      </w: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Pr="00FC1CC6" w:rsidRDefault="00710B14" w:rsidP="00A4230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</w:pPr>
      <w:r w:rsidRPr="00FC1CC6"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  <w:t xml:space="preserve">РОССИЙСКАЯ ФЕДЕРАЦИЯ </w:t>
      </w:r>
    </w:p>
    <w:p w:rsidR="00710B14" w:rsidRPr="00FC1CC6" w:rsidRDefault="00710B14" w:rsidP="00A4230A">
      <w:pPr>
        <w:shd w:val="clear" w:color="auto" w:fill="FFFFFF"/>
        <w:ind w:left="2693" w:right="2693"/>
        <w:jc w:val="center"/>
        <w:rPr>
          <w:rFonts w:ascii="Times New Roman" w:hAnsi="Times New Roman" w:cs="Times New Roman"/>
          <w:sz w:val="32"/>
          <w:szCs w:val="32"/>
        </w:rPr>
      </w:pPr>
      <w:r w:rsidRPr="00FC1CC6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  <w:t>ИРКУТСКАЯ ОБЛАСТЬ</w:t>
      </w:r>
    </w:p>
    <w:p w:rsidR="00710B14" w:rsidRPr="00FC1CC6" w:rsidRDefault="00710B14" w:rsidP="00A4230A">
      <w:pPr>
        <w:shd w:val="clear" w:color="auto" w:fill="FFFFFF"/>
        <w:ind w:right="-99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C1CC6">
        <w:rPr>
          <w:rFonts w:ascii="Times New Roman" w:hAnsi="Times New Roman" w:cs="Times New Roman"/>
          <w:color w:val="000000"/>
          <w:spacing w:val="-2"/>
          <w:sz w:val="28"/>
          <w:szCs w:val="28"/>
        </w:rPr>
        <w:t>Администрация муниципального образования</w:t>
      </w:r>
    </w:p>
    <w:p w:rsidR="00710B14" w:rsidRPr="00FC1CC6" w:rsidRDefault="00710B14" w:rsidP="00A4230A">
      <w:pPr>
        <w:shd w:val="clear" w:color="auto" w:fill="FFFFFF"/>
        <w:ind w:right="-99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C1CC6">
        <w:rPr>
          <w:rFonts w:ascii="Times New Roman" w:hAnsi="Times New Roman" w:cs="Times New Roman"/>
          <w:color w:val="000000"/>
          <w:spacing w:val="-2"/>
          <w:sz w:val="28"/>
          <w:szCs w:val="28"/>
        </w:rPr>
        <w:t>«Заларинский район»</w:t>
      </w:r>
    </w:p>
    <w:p w:rsidR="00710B14" w:rsidRPr="00FC1CC6" w:rsidRDefault="00710B14" w:rsidP="00A4230A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FC1CC6">
        <w:rPr>
          <w:rFonts w:ascii="Times New Roman" w:hAnsi="Times New Roman" w:cs="Times New Roman"/>
          <w:b/>
          <w:bCs/>
          <w:color w:val="000000"/>
          <w:spacing w:val="-3"/>
          <w:position w:val="-4"/>
          <w:sz w:val="44"/>
          <w:szCs w:val="44"/>
        </w:rPr>
        <w:t>ПОСТАНОВЛЕНИЕ</w:t>
      </w:r>
    </w:p>
    <w:p w:rsidR="00710B14" w:rsidRDefault="00710B14" w:rsidP="00A4230A">
      <w:pPr>
        <w:rPr>
          <w:sz w:val="28"/>
          <w:szCs w:val="28"/>
        </w:rPr>
      </w:pPr>
    </w:p>
    <w:p w:rsidR="00710B14" w:rsidRPr="00FC1CC6" w:rsidRDefault="00710B14" w:rsidP="00A4230A">
      <w:pPr>
        <w:rPr>
          <w:rFonts w:ascii="Times New Roman" w:hAnsi="Times New Roman" w:cs="Times New Roman"/>
          <w:sz w:val="28"/>
          <w:szCs w:val="28"/>
        </w:rPr>
      </w:pPr>
      <w:r w:rsidRPr="00FC1CC6">
        <w:rPr>
          <w:rFonts w:ascii="Times New Roman" w:hAnsi="Times New Roman" w:cs="Times New Roman"/>
          <w:sz w:val="28"/>
          <w:szCs w:val="28"/>
        </w:rPr>
        <w:t>"_____" _______  2011г.                     р.п. Залари                                    № _____</w:t>
      </w:r>
    </w:p>
    <w:p w:rsidR="00710B14" w:rsidRPr="00FC1CC6" w:rsidRDefault="00710B14" w:rsidP="00A4230A">
      <w:pPr>
        <w:pStyle w:val="BodyTextIndent"/>
        <w:tabs>
          <w:tab w:val="left" w:pos="1134"/>
        </w:tabs>
        <w:spacing w:after="0"/>
        <w:ind w:left="0" w:firstLine="540"/>
        <w:jc w:val="both"/>
      </w:pPr>
    </w:p>
    <w:p w:rsidR="00710B14" w:rsidRPr="00FC1CC6" w:rsidRDefault="00710B14" w:rsidP="00A4230A">
      <w:pPr>
        <w:pStyle w:val="BodyTextIndent"/>
        <w:tabs>
          <w:tab w:val="left" w:pos="1134"/>
        </w:tabs>
        <w:spacing w:after="0"/>
        <w:ind w:left="0" w:firstLine="540"/>
        <w:jc w:val="both"/>
        <w:rPr>
          <w:sz w:val="28"/>
          <w:szCs w:val="28"/>
        </w:rPr>
      </w:pPr>
    </w:p>
    <w:p w:rsidR="00710B14" w:rsidRPr="001A31F4" w:rsidRDefault="00710B14" w:rsidP="00A4230A">
      <w:pPr>
        <w:pStyle w:val="BodyTextIndent"/>
        <w:tabs>
          <w:tab w:val="left" w:pos="1134"/>
        </w:tabs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 xml:space="preserve">В целях реализации на территории муниципального образования «Заларинский район» мероприятий по разработке и утверждению административных регламентов исполнения муниципальных функций, предоставления  муниципальных услуг, обеспечения реализации прав и законных интересов физических и юридических, в соответствии с Федеральным законом от 27 июля 2010 года № 210-ФЗ «Об организации  предоставления государственных и муниципальных услуг», пунктом 6 Постановления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на основании Постановления администрации муниципального образования «Заларинский район» от 29 августа 2011 года № 716 «О разработке и утверждении административных регламентов исполнения муниципальных функций, предоставления муниципальных услуг на территории муниципального образования «Заларинский район» </w:t>
      </w:r>
    </w:p>
    <w:p w:rsidR="00710B14" w:rsidRPr="001A31F4" w:rsidRDefault="00710B14" w:rsidP="00A4230A">
      <w:pPr>
        <w:pStyle w:val="BodyTextIndent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0B14" w:rsidRPr="001A31F4" w:rsidRDefault="00710B14" w:rsidP="00A4230A">
      <w:pPr>
        <w:pStyle w:val="BodyTextIndent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10B14" w:rsidRPr="00A4230A" w:rsidRDefault="00710B14" w:rsidP="00A423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1.</w:t>
      </w:r>
      <w:r w:rsidRPr="001A31F4">
        <w:rPr>
          <w:rFonts w:ascii="Times New Roman" w:hAnsi="Times New Roman" w:cs="Times New Roman"/>
          <w:sz w:val="28"/>
          <w:szCs w:val="28"/>
        </w:rPr>
        <w:tab/>
        <w:t>Утвердить прилагаемый Административный регламент муниципальной услуги «</w:t>
      </w:r>
      <w:r w:rsidRPr="00A4230A">
        <w:rPr>
          <w:rFonts w:ascii="Times New Roman" w:hAnsi="Times New Roman" w:cs="Times New Roman"/>
          <w:color w:val="000000"/>
          <w:sz w:val="28"/>
          <w:szCs w:val="28"/>
        </w:rPr>
        <w:t>Предоставление информации о результатах сданных экзаменов, тестирования и иных испытаний</w:t>
      </w:r>
      <w:r w:rsidRPr="00A4230A">
        <w:rPr>
          <w:rFonts w:ascii="Times New Roman" w:hAnsi="Times New Roman" w:cs="Times New Roman"/>
          <w:sz w:val="28"/>
          <w:szCs w:val="28"/>
        </w:rPr>
        <w:t>» (далее – Регламент).</w:t>
      </w:r>
    </w:p>
    <w:p w:rsidR="00710B14" w:rsidRPr="001A31F4" w:rsidRDefault="00710B14" w:rsidP="00A423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2.</w:t>
      </w:r>
      <w:r w:rsidRPr="001A31F4">
        <w:rPr>
          <w:rFonts w:ascii="Times New Roman" w:hAnsi="Times New Roman" w:cs="Times New Roman"/>
          <w:sz w:val="28"/>
          <w:szCs w:val="28"/>
        </w:rPr>
        <w:tab/>
        <w:t>Комитету по образованию администрации муниципального образования «Заларинский район» обеспечить:</w:t>
      </w:r>
    </w:p>
    <w:p w:rsidR="00710B14" w:rsidRPr="001A31F4" w:rsidRDefault="00710B14" w:rsidP="00A4230A">
      <w:pPr>
        <w:ind w:left="12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2.1.</w:t>
      </w:r>
      <w:r w:rsidRPr="001A31F4">
        <w:rPr>
          <w:rFonts w:ascii="Times New Roman" w:hAnsi="Times New Roman" w:cs="Times New Roman"/>
          <w:sz w:val="28"/>
          <w:szCs w:val="28"/>
        </w:rPr>
        <w:tab/>
        <w:t>Доведение настоящего постановления до руководителей и работников подведомственных муниципальных общеобразовательных учреждений.</w:t>
      </w:r>
    </w:p>
    <w:p w:rsidR="00710B14" w:rsidRPr="001A31F4" w:rsidRDefault="00710B14" w:rsidP="00A4230A">
      <w:pPr>
        <w:ind w:left="12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A31F4">
        <w:rPr>
          <w:rFonts w:ascii="Times New Roman" w:hAnsi="Times New Roman" w:cs="Times New Roman"/>
          <w:sz w:val="28"/>
          <w:szCs w:val="28"/>
        </w:rPr>
        <w:t>.</w:t>
      </w:r>
      <w:r w:rsidRPr="001A31F4">
        <w:rPr>
          <w:rFonts w:ascii="Times New Roman" w:hAnsi="Times New Roman" w:cs="Times New Roman"/>
          <w:sz w:val="28"/>
          <w:szCs w:val="28"/>
        </w:rPr>
        <w:tab/>
        <w:t>Контроль за соблюдением муниципальными общеобразовательными учреждениями требований, установленных в Регламенте.</w:t>
      </w:r>
    </w:p>
    <w:p w:rsidR="00710B14" w:rsidRPr="001A31F4" w:rsidRDefault="00710B14" w:rsidP="00A423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3.</w:t>
      </w:r>
      <w:r w:rsidRPr="001A31F4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 момента официального опубликования.</w:t>
      </w:r>
    </w:p>
    <w:p w:rsidR="00710B14" w:rsidRPr="001A31F4" w:rsidRDefault="00710B14" w:rsidP="00A423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муниципального образования «Заларинский район» по социальным вопросам Кобешева А.Н.</w:t>
      </w:r>
    </w:p>
    <w:p w:rsidR="00710B14" w:rsidRPr="001A31F4" w:rsidRDefault="00710B14" w:rsidP="00A4230A">
      <w:pPr>
        <w:tabs>
          <w:tab w:val="left" w:pos="540"/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10B14" w:rsidRPr="001A31F4" w:rsidRDefault="00710B14" w:rsidP="00A4230A">
      <w:pPr>
        <w:tabs>
          <w:tab w:val="left" w:pos="540"/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10B14" w:rsidRPr="001A31F4" w:rsidRDefault="00710B14" w:rsidP="00A4230A">
      <w:pPr>
        <w:tabs>
          <w:tab w:val="left" w:pos="540"/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1F4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10B14" w:rsidRPr="001A31F4" w:rsidRDefault="00710B14" w:rsidP="00A4230A">
      <w:pPr>
        <w:rPr>
          <w:rFonts w:ascii="Times New Roman" w:hAnsi="Times New Roman" w:cs="Times New Roman"/>
        </w:rPr>
      </w:pPr>
      <w:r w:rsidRPr="001A31F4">
        <w:rPr>
          <w:rFonts w:ascii="Times New Roman" w:hAnsi="Times New Roman" w:cs="Times New Roman"/>
          <w:sz w:val="28"/>
          <w:szCs w:val="28"/>
        </w:rPr>
        <w:t xml:space="preserve">           «Заларинский район»                                               В.В. Самойлович</w:t>
      </w:r>
    </w:p>
    <w:p w:rsidR="00710B14" w:rsidRPr="001A31F4" w:rsidRDefault="00710B14" w:rsidP="00A4230A">
      <w:pPr>
        <w:rPr>
          <w:rFonts w:ascii="Times New Roman" w:hAnsi="Times New Roman" w:cs="Times New Roman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Pr="00E03FCB" w:rsidRDefault="00710B14" w:rsidP="00A4230A">
      <w:pPr>
        <w:ind w:right="98"/>
        <w:jc w:val="right"/>
        <w:rPr>
          <w:rFonts w:ascii="Times New Roman" w:hAnsi="Times New Roman" w:cs="Times New Roman"/>
        </w:rPr>
      </w:pPr>
      <w:r w:rsidRPr="00E03FCB">
        <w:rPr>
          <w:rFonts w:ascii="Times New Roman" w:hAnsi="Times New Roman" w:cs="Times New Roman"/>
        </w:rPr>
        <w:t>Утвержден Постановлением</w:t>
      </w:r>
    </w:p>
    <w:p w:rsidR="00710B14" w:rsidRPr="00E03FCB" w:rsidRDefault="00710B14" w:rsidP="00A4230A">
      <w:pPr>
        <w:ind w:right="98"/>
        <w:jc w:val="right"/>
        <w:rPr>
          <w:rFonts w:ascii="Times New Roman" w:hAnsi="Times New Roman" w:cs="Times New Roman"/>
        </w:rPr>
      </w:pPr>
      <w:r w:rsidRPr="00E03FCB">
        <w:rPr>
          <w:rFonts w:ascii="Times New Roman" w:hAnsi="Times New Roman" w:cs="Times New Roman"/>
        </w:rPr>
        <w:t xml:space="preserve">Администрации </w:t>
      </w:r>
    </w:p>
    <w:p w:rsidR="00710B14" w:rsidRPr="00E03FCB" w:rsidRDefault="00710B14" w:rsidP="00A4230A">
      <w:pPr>
        <w:ind w:right="98"/>
        <w:jc w:val="right"/>
        <w:rPr>
          <w:rFonts w:ascii="Times New Roman" w:hAnsi="Times New Roman" w:cs="Times New Roman"/>
        </w:rPr>
      </w:pPr>
      <w:r w:rsidRPr="00E03FCB">
        <w:rPr>
          <w:rFonts w:ascii="Times New Roman" w:hAnsi="Times New Roman" w:cs="Times New Roman"/>
        </w:rPr>
        <w:t>Муниципального образования</w:t>
      </w:r>
    </w:p>
    <w:p w:rsidR="00710B14" w:rsidRPr="00E03FCB" w:rsidRDefault="00710B14" w:rsidP="00A4230A">
      <w:pPr>
        <w:ind w:right="98"/>
        <w:jc w:val="right"/>
        <w:rPr>
          <w:rFonts w:ascii="Times New Roman" w:hAnsi="Times New Roman" w:cs="Times New Roman"/>
        </w:rPr>
      </w:pPr>
      <w:r w:rsidRPr="00E03FCB">
        <w:rPr>
          <w:rFonts w:ascii="Times New Roman" w:hAnsi="Times New Roman" w:cs="Times New Roman"/>
        </w:rPr>
        <w:t>«Заларинский район»</w:t>
      </w:r>
    </w:p>
    <w:p w:rsidR="00710B14" w:rsidRDefault="00710B14" w:rsidP="00A42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03FC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№__________</w:t>
      </w:r>
      <w:r w:rsidRPr="00E03FCB">
        <w:rPr>
          <w:rFonts w:ascii="Times New Roman" w:hAnsi="Times New Roman" w:cs="Times New Roman"/>
        </w:rPr>
        <w:t xml:space="preserve"> от_________ </w:t>
      </w:r>
      <w:r>
        <w:rPr>
          <w:rFonts w:ascii="Times New Roman" w:hAnsi="Times New Roman" w:cs="Times New Roman"/>
        </w:rPr>
        <w:t xml:space="preserve">     </w:t>
      </w: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0B14" w:rsidRPr="00A4230A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423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Административный регламент </w:t>
      </w:r>
    </w:p>
    <w:p w:rsidR="00710B14" w:rsidRPr="00A4230A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423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предоставлению муниципальной услуги «Предоставление информации о результатах сданных экзаменов, тестирования и иных испытаний»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1. Общие положения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1.1. Административный регламент предоставления муниципальной услуги «Предоставление информации о результатах сданных экзаменов, тестирования и иных испытаний» (далее – Регламент) разработан в соответствии с </w:t>
      </w:r>
      <w:r w:rsidRPr="00A4230A">
        <w:rPr>
          <w:rFonts w:ascii="Times New Roman" w:hAnsi="Times New Roman" w:cs="Times New Roman"/>
        </w:rPr>
        <w:t xml:space="preserve"> Федеральным законом от 27 июля 2010 года № 210-ФЗ «Об организации  предоставления государственных и муниципальных услуг», пунктом 6 Постановления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на основании Постановления администрации муниципального образования «Заларинский район» от 29 августа 2011 года № 716 «О разработке и утверждении административных регламентов исполнения муниципальных функций, предоставления муниципальных услуг на территории муниципального образования</w:t>
      </w:r>
      <w:r>
        <w:rPr>
          <w:rFonts w:ascii="Times New Roman" w:hAnsi="Times New Roman" w:cs="Times New Roman"/>
        </w:rPr>
        <w:t xml:space="preserve"> «Заларинский район»,</w:t>
      </w:r>
      <w:r w:rsidRPr="00A4230A">
        <w:rPr>
          <w:rFonts w:ascii="Times New Roman" w:hAnsi="Times New Roman" w:cs="Times New Roman"/>
        </w:rPr>
        <w:t xml:space="preserve"> </w:t>
      </w:r>
      <w:r w:rsidRPr="00A4230A">
        <w:rPr>
          <w:rFonts w:ascii="Times New Roman" w:hAnsi="Times New Roman" w:cs="Times New Roman"/>
          <w:color w:val="000000"/>
        </w:rPr>
        <w:t>в целях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повышения качества предоставления муниципальной услуги по предоставлению информации о результатах сданных экзаменов, тестирования и иных испытаний (далее – муниципальная услуга), создания комфортных условий для участников отношений, возникающих при предоставлении информации о результатах сданных экзаменов, тестирования и иных испытаний, и определяет сроки и последовательность действий (административных процедур) при предоставлении муниципальной услуги. </w:t>
      </w:r>
    </w:p>
    <w:p w:rsidR="00710B14" w:rsidRPr="00B46580" w:rsidRDefault="00710B14" w:rsidP="00B46580">
      <w:pPr>
        <w:autoSpaceDE w:val="0"/>
        <w:autoSpaceDN w:val="0"/>
        <w:adjustRightInd w:val="0"/>
        <w:spacing w:before="120"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1.2. Предоставление муниципальной услуги осуществляется в соответствии с: </w:t>
      </w:r>
    </w:p>
    <w:p w:rsidR="00710B14" w:rsidRPr="00B46580" w:rsidRDefault="00710B14" w:rsidP="00B46580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1) Конвенцией о правах ребенка (одобрена Генеральной Ассамблеей ООН 20.11.1989); </w:t>
      </w:r>
    </w:p>
    <w:p w:rsidR="00710B14" w:rsidRPr="00B46580" w:rsidRDefault="00710B14" w:rsidP="00B46580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2) Конституцией Российской Федерации; </w:t>
      </w:r>
    </w:p>
    <w:p w:rsidR="00710B14" w:rsidRPr="00B46580" w:rsidRDefault="00710B14" w:rsidP="00B46580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3) Федеральным законом от 02.05.2006 № 59-ФЗ «О порядке рассмотрения обращений граждан Российской Федерации»; </w:t>
      </w:r>
    </w:p>
    <w:p w:rsidR="00710B14" w:rsidRPr="00B46580" w:rsidRDefault="00710B14" w:rsidP="00B46580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4) Федеральным законом от 09.02.2009 № 8-ФЗ «Об обеспечении доступа к информации о деятельности государственных органов и органов местного самоуправления»; </w:t>
      </w:r>
    </w:p>
    <w:p w:rsidR="00710B14" w:rsidRPr="00B46580" w:rsidRDefault="00710B14" w:rsidP="00B46580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5) Законом Российской Федерации от 07.02.1992 № 2300-1 «О защите прав потребителей»; </w:t>
      </w:r>
    </w:p>
    <w:p w:rsidR="00710B14" w:rsidRPr="00B46580" w:rsidRDefault="00710B14" w:rsidP="00B46580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6) Законом Российской Федерации от 10.07.1992 № 3266-1 «Об образовании»; </w:t>
      </w:r>
    </w:p>
    <w:p w:rsidR="00710B14" w:rsidRPr="00B46580" w:rsidRDefault="00710B14" w:rsidP="00B46580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7) Постановлением Правительства Российской Федерации от 03.11.1994 № 1237 «Об утверждении Типового положения о вечернем (сменном) общеобразовательном учреждении»; </w:t>
      </w:r>
    </w:p>
    <w:p w:rsidR="00710B14" w:rsidRPr="00B46580" w:rsidRDefault="00710B14" w:rsidP="00B46580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8) Постановлением Правительства Российской Федерации от 12.03.1997 № 288 «Об утверждении Типового положения о специальном (коррекционном) образовательном учреждении для обучающихся, воспитанников с ограниченными возможностями здоровья»; </w:t>
      </w:r>
    </w:p>
    <w:p w:rsidR="00710B14" w:rsidRPr="00B46580" w:rsidRDefault="00710B14" w:rsidP="00B46580">
      <w:pPr>
        <w:autoSpaceDE w:val="0"/>
        <w:autoSpaceDN w:val="0"/>
        <w:adjustRightInd w:val="0"/>
        <w:spacing w:after="20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9) Постановлением Правительства Российской Федерации от 19.03.2001 № 196 «Об утверждении Типового положения об общеобразовательном учреждении»; </w:t>
      </w:r>
    </w:p>
    <w:p w:rsidR="00710B14" w:rsidRPr="00B46580" w:rsidRDefault="00710B14" w:rsidP="00A4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>10) Приказом Министерства образования Российской Федерации от 03.12.1999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года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№ 1075 «Об утверждении Положения о государственной (итоговой) аттестации выпускников IX и XI (XII) классов общеобразовательных учреждений Российской Федерации»;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11) Приказом Министерства образования и науки Российской Федерации от 28.11.2008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образования»; </w:t>
      </w:r>
    </w:p>
    <w:p w:rsidR="00710B14" w:rsidRDefault="00710B14" w:rsidP="00A4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12)  </w:t>
      </w:r>
      <w:r w:rsidRPr="00530AB1">
        <w:rPr>
          <w:rFonts w:ascii="Times New Roman" w:hAnsi="Times New Roman" w:cs="Times New Roman"/>
          <w:color w:val="000000"/>
          <w:sz w:val="23"/>
          <w:szCs w:val="23"/>
        </w:rPr>
        <w:t xml:space="preserve">Постановлением Администрации </w:t>
      </w:r>
      <w:r>
        <w:rPr>
          <w:rFonts w:ascii="Times New Roman" w:hAnsi="Times New Roman" w:cs="Times New Roman"/>
          <w:color w:val="000000"/>
          <w:sz w:val="23"/>
          <w:szCs w:val="23"/>
        </w:rPr>
        <w:t>муниципального образования «Заларинский район» от 21 апреля 2010 года за № 229 «Об исполнении государственных гарантий прав граждан на образование»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13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) Уставами общеобразовательных учреждений;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>1</w:t>
      </w: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) Настоящим Регламентом.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2. Стандарт предоставления муниципальной услуги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2.1. Наименование муниципальной услуги – предоставление информации о результатах сданных экзаменов, тестирования и иных испытаний.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2.2. Структурным подразделением Администрации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муниципального образования «Заларинский район» 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ответственным за предоставление муниципальной услуги, является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 по образованию администрации муниципального образования «Заларинский район»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(далее –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 по образованию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). </w:t>
      </w: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2.3. Муниципальную услугу предоставляют муниципальные общеобразовательные учреждения, реализующие основные общеобразовательные программы общего образования: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Основные общеобразовательные школы;</w:t>
      </w:r>
    </w:p>
    <w:p w:rsidR="00710B14" w:rsidRPr="00B46580" w:rsidRDefault="00710B14" w:rsidP="00B465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средние общеобразовательные школы;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2.4. Получателями муниципальной услуги являются граждане Российской Федерации, проживающие 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3"/>
          <w:szCs w:val="23"/>
        </w:rPr>
        <w:t>«Заларинский район»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, а также иностранные граждане и лица без гражданства, постоянно проживающие на территории Российской Федерации, в муниципальном образовании </w:t>
      </w:r>
      <w:r>
        <w:rPr>
          <w:rFonts w:ascii="Times New Roman" w:hAnsi="Times New Roman" w:cs="Times New Roman"/>
          <w:color w:val="000000"/>
          <w:sz w:val="23"/>
          <w:szCs w:val="23"/>
        </w:rPr>
        <w:t>«Заларинский район»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имеющие детей в возрасте до 18 лет, а так же несовершеннолетние граждане, достигшие 14- летнего возраста обучающиеся в общеобразовательных учреждениях, реализующих основные общеобразовательные программы общего образования, находящиеся 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3"/>
          <w:szCs w:val="23"/>
        </w:rPr>
        <w:t>«Заларинский район»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(далее - заявители).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2.5. Результатом предоставления муниципальной услуги является: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принятие решения о предоставлении информации о результатах сданных экзаменов, тестирования и иных испытаний;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принятие решения об отказе в предоставлении информации о результатах сданных экзаменов, тестирования и иных испытаний;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2.6. Процедура предоставления муниципальной услуги завершается получением заявителем одного из документов: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Справки по форме согласно приложению 3 к настоящему Регламенту;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Уведомления об отказе в предоставлении муниципальной услуги по форме согласно приложению 5 к настоящему Регламенту.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>2.7. Место нахождени</w:t>
      </w:r>
      <w:r>
        <w:rPr>
          <w:rFonts w:ascii="Times New Roman" w:hAnsi="Times New Roman" w:cs="Times New Roman"/>
          <w:color w:val="000000"/>
          <w:sz w:val="23"/>
          <w:szCs w:val="23"/>
        </w:rPr>
        <w:t>е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Комитета по образованию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000000"/>
          <w:sz w:val="23"/>
          <w:szCs w:val="23"/>
        </w:rPr>
        <w:t>666322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000000"/>
          <w:sz w:val="23"/>
          <w:szCs w:val="23"/>
        </w:rPr>
        <w:t>Иркутская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область, </w:t>
      </w:r>
      <w:r>
        <w:rPr>
          <w:rFonts w:ascii="Times New Roman" w:hAnsi="Times New Roman" w:cs="Times New Roman"/>
          <w:color w:val="000000"/>
          <w:sz w:val="23"/>
          <w:szCs w:val="23"/>
        </w:rPr>
        <w:t>р.п.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Залари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r>
        <w:rPr>
          <w:rFonts w:ascii="Times New Roman" w:hAnsi="Times New Roman" w:cs="Times New Roman"/>
          <w:color w:val="000000"/>
          <w:sz w:val="23"/>
          <w:szCs w:val="23"/>
        </w:rPr>
        <w:t>Ленина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68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10B14" w:rsidRPr="00B46580" w:rsidRDefault="00710B14" w:rsidP="00B46580">
      <w:pPr>
        <w:pageBreakBefore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График работы: </w:t>
      </w:r>
      <w:r>
        <w:rPr>
          <w:rFonts w:ascii="Times New Roman" w:hAnsi="Times New Roman" w:cs="Times New Roman"/>
          <w:color w:val="000000"/>
          <w:sz w:val="23"/>
          <w:szCs w:val="23"/>
        </w:rPr>
        <w:t>с понедельника по пятницу с 8-00 часов до 17-00 часов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>. Время предоставления перерыва для отдыха и питания устанавливается с 12-</w:t>
      </w:r>
      <w:r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>0 до 1</w:t>
      </w:r>
      <w:r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-00.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Справочные телефоны: </w:t>
      </w: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13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40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>, 2-2</w:t>
      </w: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91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Номер факса: </w:t>
      </w: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10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40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10B14" w:rsidRPr="006355DC" w:rsidRDefault="00710B14" w:rsidP="006355DC">
      <w:pPr>
        <w:autoSpaceDE w:val="0"/>
        <w:autoSpaceDN w:val="0"/>
        <w:adjustRightInd w:val="0"/>
        <w:ind w:firstLine="720"/>
        <w:jc w:val="both"/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Адрес электронной почты: </w:t>
      </w:r>
      <w:r w:rsidRPr="006355DC">
        <w:t xml:space="preserve">zrono@irmail. </w:t>
      </w:r>
      <w:r w:rsidRPr="006355DC">
        <w:rPr>
          <w:lang w:val="en-US"/>
        </w:rPr>
        <w:t>ru</w:t>
      </w:r>
      <w:r w:rsidRPr="006355DC">
        <w:t xml:space="preserve"> </w:t>
      </w:r>
    </w:p>
    <w:p w:rsidR="00710B14" w:rsidRPr="00B46580" w:rsidRDefault="00710B14" w:rsidP="00635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2.8. Юридические адреса, адреса электронной почты, номера телефонов, фамилии, имена, отчества руководителей муниципальных общеобразовательных учреждений, предоставляющих муниципальную услугу, приведены в Приложении 2 к настоящему Регламенту.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2.9. Информирование о порядке предоставления муниципальной услуги осуществляется Управлением образования, общеобразовательными учреждениями при личном обращении, посредством средств телефонной связи, электронного информирования, а также посредством размещения в информационно-телекоммуникационных сетях общего пользования, публикации в средствах массовой информации, на информационных стендах в общеобразовательных учреждениях. Консультации и справки, предусмотренные настоящим регламентом, предоставляются специалистами в течение всего срока предоставления муниципальной услуги.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2.10. На информационном стенде размещается следующая информация: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сведения о местонахождении, графике (режиме) работы, контактных телефонах (телефонах для справок), адрес электронной почты, адрес официального сайта в сети Интернет;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информация о процедуре предоставления муниципальной услуги;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извлечения из законодательных и иных нормативных правовых актов, содержащих нормы, регулирующие деятельность по предоставлению муниципальной услуги, указанных в пункте 1.2. настоящего Регламента;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текст настоящего Регламента с приложениями;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перечень документов, указанных в п.2.27. настоящего Регламента;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информация о ходе предоставления муниципальной услуги;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информация о получении консультаций;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порядок обжалования решений, действий или бездействия должностных лиц, предоставляющих муниципальную услугу.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2.11. 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 в пределах своей компетенции. Ответ на телефонный звонок должен содержать информацию о наименовании органа, в который позвонил гражданин, фамилию, имя, отчество и должность специалиста, принявшего звонок.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В случае, если ответ на поставленный вопрос не входит в компетенцию специалиста, телефонный звонок должен быть переадресован уполномоченному должностному лицу, или же обратившемуся гражданину должен быть сообщен телефонный номер, по которому можно получить информацию.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2.12. Информация о сроке предоставления сведений о результатах сданных экзаменов, тестирования и иных испытаний сообщается заявителям в устной форме при подаче заявления.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2.13. С момента приема документов для предоставления муниципальной услуги заявитель имеет право на получение сведений о предоставлении муниципальной услуги при помощи телефона, средств сети Интернет, электронной почты или посредством личного посещения общеобразовательного учреждения.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2.14. Специалисты, предоставляющие муниципальную услугу, консультируют по следующим вопросам: </w:t>
      </w:r>
    </w:p>
    <w:p w:rsidR="00710B14" w:rsidRPr="00B46580" w:rsidRDefault="00710B14" w:rsidP="00B46580">
      <w:pPr>
        <w:pageBreakBefore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перечню документов для предоставления муниципальной услуги, комплектности (достаточности) представленных документов;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времени приема и выдачи документов;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срокам предоставления муниципальной услуги;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порядку обжалования действий (бездействия) и решений, осуществляемых и принимаемых в ходе предоставления муниципальной услуги.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2.15. Вход в здания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Комитета по образованию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, общеобразовательные учреждения, непосредственно предоставляющих муниципальную услугу, оборудуется соответствующей информационной табличкой (вывеской).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2.16. Прием заявителей осуществляется в специально выделенных помещениях.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2.17. Помещения оборудуются местами для информирования, ожидания и приема заявителей.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2.18. Помещения, предназначенные для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2.19. Места ожидания оборудуются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3 мест.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2.20. Помещения для приема посетителей должны соответствовать комфортным условиям для заявителей и оптимальным условиям работы специалистов.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2.21. Количество одновременно работающих специалистов для приема и выдачи документов и предоставления информации должно обеспечивать выполнение требований к максимально допустимому времени ожидания в очереди.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2.22. Кабинеты приема заявителей оборудуются информационными табличками (вывесками) с указанием: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номера кабинета;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фамилии, имени, отчества и должности специалиста, осуществляющего предоставление муниципальной услуги;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графика приема.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2.23. Каждое рабочее место специалистов оборудуется персональным компьютером с возможностью доступа к информационным базам данных, печатающим и сканирующим устройствам.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При организации рабочих мест предусматривается возможность свободного входа и выхода специалистов из помещения.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2.24. Максимальное время ожидания в очереди при подаче и получении документов заявителями - 20 минут.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2.25. Время ожидания в очереди на прием к специалисту или для получения консультации - не свыше 20 минут.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2.26. Сведения о стоимости предоставления муниципальной услуги.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Предоставление муниципальной услуги осуществляется бесплатно.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2.27. Для предоставления информации о результатах сданных экзаменов, тестирования и иных испытаний заявитель предъявляет в общеобразовательное учреждение паспорт и заявление по форме, согласно приложению 4 к настоящему Регламенту, в котором указываются фамилия, имя, отчество заявителя, место регистрации, жительства и излагается просьба на предоставление муниципальной услуги.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2.28. Требования к оформлению документов для предоставления муниципальной услуги.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Документы, предоставляемые заявителем, должны соответствовать следующим требованиям: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тексты документов написаны разборчиво;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фамилия, имя и отчество заявителя, адрес места жительства, телефон (при наличии) написаны полностью; </w:t>
      </w:r>
    </w:p>
    <w:p w:rsidR="00710B14" w:rsidRPr="00B46580" w:rsidRDefault="00710B14" w:rsidP="00B46580">
      <w:pPr>
        <w:pageBreakBefore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в документах нет подчисток, приписок, зачеркнутых слов и иных неоговоренных исправлений;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документы не исполнены карандашом;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документы не имеют повреждений, наличие которых допускает многозначность истолкования содержания.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Специалист общеобразовательного учреждения отказывает заявителю в приеме документов, имеющих подчистки, исправления, а также документов с повреждениями, не позволяющими однозначно истолковать их содержание. Данные в представленных документах не должны противоречить данным документов, удостоверяющих личность заявителя.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2.29. Основания отказа в предоставлении муниципальной услуги.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2.29.1. Муниципальная услуга не предоставляется по следующим основаниям: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- непредставление или представление не в полном объеме заявителями документов для принятия решения о предоставлении муниципальной услуги;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- с заявлением обратился заявитель, не указанный в </w:t>
      </w:r>
      <w:r w:rsidRPr="00B46580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пункте 2.4. 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Регламента;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- документы, представленные заявителем, по форме или содержанию не соответствуют требованиям, определенным настоящим Регламентом;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В решении об отказе в предоставлении муниципальной услуги указываются причины отказа.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3. Состав и последовательность административных процедур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1) прием документов для предоставления муниципальной услуги и регистрация заявления в журнале регистрации заявлений;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2) рассмотрение документов для установления права на предоставление муниципальной услуги;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3) принятие решения о предоставлении либо об отказе в предоставлении муниципальной услуги;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4) выдача заявителю информации о результатах сданных экзаменов, тестирования и иных испытаний.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3.2. Прием документов для предоставления муниципальной услуги и регистрация заявления в журнале регистрации заявлений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Основанием начала процедуры является поступление заявления о предоставлении муниципальной услуги в общеобразовательное учреждение.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Специалист общеобразовательного учреждения, в должностные обязанности которого входит совершение административной процедуры (далее специалист), проверяет соответствие представленных документов требованиям, установленным Административным регламентом и регистрирует заявление в журнале регистрации заявлений о предоставлении информации о результатах сданных экзаменов, тестирования и иных испытаний.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Специалист несет ответственность за сохранение конфиденциальности сведений, полученных им в процессе осуществления данных административных действий.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Продолжительность административной процедуры – 10 мин.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3.3. Рассмотрение документов для установления права предоставления муниципальной услуги. </w:t>
      </w: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При установлении фактов наличия оснований для отказа, специалист готовит решение об отказе заявителю в предоставлении муниципальной услуги и передает решение об отказе в предоставлении муниципальной услуги и заявление заявителя для принятия решения руководителю общеобразовательного учреждения. </w:t>
      </w:r>
    </w:p>
    <w:p w:rsidR="00710B14" w:rsidRPr="00B46580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При отсутствии оснований для отказа в предоставлении муниципальной услуги специалист готовит информацию в соответствии с поступившим заявлением, готовит справку, по форме согласно приложению 3 к настоящему Регламенту, и передает ее с заявлением для принятия решения и подписания руководителю общеобразовательного учреждения.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Продолжительность административной процедуры – 2 дня.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3.4. Принятие решения о предоставлении либо об отказе в предоставлении муниципальной услуги.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Руководитель общеобразовательного учреждения проверяет право заявителя на предоставление информации о результатах сданных экзаменов, тестирования и иных испытаний, либо правомерность отказа в предоставлении муниципальной услуги и принимает решение, заверяя его личной подписью.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Максимальный срок исполнения указанной административной процедуры – 1 рабочий день.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3.5. Выдача заявителю информации о результатах сданных экзаменов, тестирования и иных испытаний.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В случае согласования руководителем общеобразовательного учреждения предоставления информации о результатах сданных экзаменов, тестирования и иных испытаний специалист выдает заявителю справку, по форме согласно приложению 3 к настоящему Регламенту.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В случае не согласования руководителем общеобразовательного учреждения предоставления информации о результатах сданных экзаменов, тестирования и иных испытаний специалист выдает заявителю уведомление об отказе в предоставлении муниципальной услуги, по форме согласно приложению 5 к настоящему Регламенту, с перечнем оснований для отказа в предоставлении муниципальной услуги.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Максимальный срок исполнения указанной административной процедуры – 1 рабочий день.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4. Контроль за предоставлением муниципальной услуги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специалистами учреждения осуществляет руководитель общеобразовательного учреждения.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4.2. Текущий контроль осуществляется путем проведения руководителем общеобразовательного учреждения проверок соблюдения и исполнения специалистом положений настоящего Регламента.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4.3. Периодичность осуществления текущего контроля устанавливается руководителем общеобразовательного учреждения.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4.4.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 по образованию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организует и осуществляет контроль за предоставлением муниципальной услуги общеобразовательными учреждениями.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4.5. Контроль за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рассмотрение, принятие решений и подготовку ответов на обращения получателей муниципальной услуги, содержащие жалобы на действия специалистов общеобразовательных учреждений.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4.6. По результатам контроля, в случае выявления нарушения прав получателей муниципальной услуги, осуществляется привлечение виновных лиц к ответственности.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4.7. Проверки полноты и качества предоставления муниципальной услуги осуществляются на основании приказов </w:t>
      </w:r>
      <w:r>
        <w:rPr>
          <w:rFonts w:ascii="Times New Roman" w:hAnsi="Times New Roman" w:cs="Times New Roman"/>
          <w:color w:val="000000"/>
          <w:sz w:val="23"/>
          <w:szCs w:val="23"/>
        </w:rPr>
        <w:t>Комитета по образованию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10B14" w:rsidRPr="00B46580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4.8. Периодичность проведения проверок может носить плановый характер (осуществляться на основании годовых планов работы), тематический характер (проверка предоставления муниципальной услуги отдельным категориям получателей муниципальной услуги или отдельных видов услуг) и внеплановый характер (по конкретному обращению получателя муниципальной услуги).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5. Порядок досудебного обжалования действий (бездействия) должностного лица, а также принимаемого им решения при предоставлении муниципальной услуги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5.1. Заявители вправе обжаловать действия (бездействие) должностных лиц в ходе предоставления Муниципальной услуги и решение, принятое по результатам рассмотрения его заявления, в досудебном и судебном порядке.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5.2. Заявители вправе обжаловать действия (бездействие) специалистов руководителю общеобразовательного учреждения, </w:t>
      </w:r>
      <w:r>
        <w:rPr>
          <w:rFonts w:ascii="Times New Roman" w:hAnsi="Times New Roman" w:cs="Times New Roman"/>
          <w:color w:val="000000"/>
          <w:sz w:val="23"/>
          <w:szCs w:val="23"/>
        </w:rPr>
        <w:t>председателю Комитета по образованию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5.32. Заявители имеют право обратиться с жалобой лично или направить письменное обращение, жалобу.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5.4. Заявители могут сообщить о нарушении своих прав и законных интересов, противоправных решениях, действиях или бездействии специалистов, нарушении положений Регламента, некорректном поведении или нарушении служебной этики: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- посредством личного обращения;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- по номерам телефонов, указанным в настоящем Регламенте;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- по почте (в том числе электронной).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5.5. Порядок приема жалобы для рассмотрения осуществляется в порядке, установленном частью 2 статьи 8 Федерального закона от 02.05.2006 № 59-ФЗ «О порядке рассмотрения обращений граждан Российской Федерации».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5.6. Руководитель общеобразовательного учреждения, </w:t>
      </w:r>
      <w:r>
        <w:rPr>
          <w:rFonts w:ascii="Times New Roman" w:hAnsi="Times New Roman" w:cs="Times New Roman"/>
          <w:color w:val="000000"/>
          <w:sz w:val="23"/>
          <w:szCs w:val="23"/>
        </w:rPr>
        <w:t>председатель Комитета по образованию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, несет ответственность за сохранение конфиденциальности информации, полученной в ходе проведения личного приема.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5.7. Срок рассмотрения жалобы с учетом возможности приостановления ее рассмотрения определяется в соответствии со статьей 12 Федерального закона от 02.05.2006 № 59-ФЗ «О порядке рассмотрения обращений граждан Российской Федерации».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5.8. Заявитель в своем письменном обращении (жалобе) указывает сведения, перечисленные в статье 7 Федерального закона от 02.05.2006 № 59-ФЗ «О порядке рассмотрения обращений граждан Российской Федерации».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5.9. По результатам рассмотрения жалобы принимается решение об удовлетворении требований заявителя либо об отказе в удовлетворении жалобы.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5.10. Перечень оснований для отказа в рассмотрении жалобы определен в статье 11 Федерального закона от 02.05.2006 № 59-ФЗ «О порядке рассмотрения обращений граждан Российской Федерации».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5.11. Срок направления заявителю письменного уведомления о невозможности рассмотрения обращения, ответа, содержащего результаты обращения, информации о том, что ответ на обращение не может быть дан вследствие того, что текст письменного обращения не поддается прочтению, уведомления о прекращении переписки, уведомления о невозможности дать ответ по существу в связи с недопустимостью разглашения указанных сведений, составляет три рабочих дня со дня рассмотрения обращения. </w:t>
      </w: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5.12. Результатом внесудебного обжалования является ответ на жалобу, который подписывается руководителем общеобразовательного учреждения, </w:t>
      </w:r>
      <w:r>
        <w:rPr>
          <w:rFonts w:ascii="Times New Roman" w:hAnsi="Times New Roman" w:cs="Times New Roman"/>
          <w:color w:val="000000"/>
          <w:sz w:val="23"/>
          <w:szCs w:val="23"/>
        </w:rPr>
        <w:t>председателем Комитета по образованию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. Ответ на жалобу направляется по адресу, указанному в обращении. </w:t>
      </w: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FF231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567AF3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</w:t>
      </w:r>
      <w:r w:rsidRPr="00B46580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5</w:t>
      </w:r>
      <w:r w:rsidRPr="00B46580">
        <w:rPr>
          <w:rFonts w:ascii="Times New Roman" w:hAnsi="Times New Roman" w:cs="Times New Roman"/>
          <w:color w:val="000000"/>
        </w:rPr>
        <w:t xml:space="preserve"> </w:t>
      </w:r>
    </w:p>
    <w:p w:rsidR="00710B14" w:rsidRPr="00B46580" w:rsidRDefault="00710B14" w:rsidP="00567AF3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 w:rsidRPr="00B46580">
        <w:rPr>
          <w:rFonts w:ascii="Times New Roman" w:hAnsi="Times New Roman" w:cs="Times New Roman"/>
          <w:color w:val="000000"/>
        </w:rPr>
        <w:t xml:space="preserve">к Административному регламенту </w:t>
      </w: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Блок-схема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последовательности действий при предоставлении муниципальной услуги </w:t>
      </w:r>
    </w:p>
    <w:p w:rsidR="00710B14" w:rsidRPr="00B46580" w:rsidRDefault="00710B14" w:rsidP="00B46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B46580">
        <w:rPr>
          <w:rFonts w:ascii="Times New Roman" w:hAnsi="Times New Roman" w:cs="Times New Roman"/>
          <w:color w:val="000000"/>
          <w:sz w:val="23"/>
          <w:szCs w:val="23"/>
        </w:rPr>
        <w:t>«Предоставление информации о результатах сданных экзаменов, тестирования</w:t>
      </w:r>
      <w:r w:rsidRPr="00CB3B73">
        <w:rPr>
          <w:rFonts w:ascii="Times New Roman" w:hAnsi="Times New Roman" w:cs="Times New Roman"/>
          <w:sz w:val="23"/>
          <w:szCs w:val="23"/>
        </w:rPr>
        <w:t xml:space="preserve"> </w:t>
      </w:r>
      <w:r w:rsidRPr="00F61E92">
        <w:rPr>
          <w:rFonts w:ascii="Times New Roman" w:hAnsi="Times New Roman" w:cs="Times New Roman"/>
          <w:sz w:val="23"/>
          <w:szCs w:val="23"/>
        </w:rPr>
        <w:t xml:space="preserve">и иных испытаний» </w:t>
      </w:r>
      <w:r w:rsidRPr="00F61E92">
        <w:rPr>
          <w:rFonts w:ascii="Times New Roman" w:hAnsi="Times New Roman" w:cs="Times New Roman"/>
          <w:color w:val="000000"/>
          <w:sz w:val="23"/>
          <w:szCs w:val="23"/>
        </w:rPr>
        <w:t>Прием документов для предоставления муниципальной услуги и регистрация заявления в журнале регистрации заявлений</w:t>
      </w:r>
      <w:r w:rsidRPr="00B4658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710B14" w:rsidRDefault="00710B14">
      <w:bookmarkStart w:id="0" w:name="_GoBack"/>
      <w:bookmarkEnd w:id="0"/>
    </w:p>
    <w:p w:rsidR="00710B14" w:rsidRDefault="00710B14" w:rsidP="00CB3B73">
      <w:pPr>
        <w:pStyle w:val="ConsPlusTitle"/>
        <w:widowControl/>
        <w:jc w:val="center"/>
        <w:outlineLvl w:val="1"/>
        <w:rPr>
          <w:sz w:val="20"/>
          <w:szCs w:val="20"/>
        </w:rPr>
      </w:pPr>
    </w:p>
    <w:tbl>
      <w:tblPr>
        <w:tblW w:w="0" w:type="auto"/>
        <w:jc w:val="center"/>
        <w:tblCellSpacing w:w="2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0A0"/>
      </w:tblPr>
      <w:tblGrid>
        <w:gridCol w:w="5757"/>
      </w:tblGrid>
      <w:tr w:rsidR="00710B14" w:rsidRPr="005C2A73" w:rsidTr="00E6310B">
        <w:trPr>
          <w:trHeight w:val="638"/>
          <w:tblCellSpacing w:w="20" w:type="dxa"/>
          <w:jc w:val="center"/>
        </w:trPr>
        <w:tc>
          <w:tcPr>
            <w:tcW w:w="5677" w:type="dxa"/>
          </w:tcPr>
          <w:p w:rsidR="00710B14" w:rsidRDefault="00710B14" w:rsidP="009062BE">
            <w:pPr>
              <w:pStyle w:val="ConsPlusTitle"/>
              <w:widowControl/>
              <w:jc w:val="center"/>
              <w:outlineLvl w:val="1"/>
            </w:pPr>
            <w:r w:rsidRPr="005C2A73">
              <w:t>Прием обращения заявителей о предоставлении информации</w:t>
            </w:r>
            <w:r>
              <w:t>:</w:t>
            </w:r>
          </w:p>
          <w:p w:rsidR="00710B14" w:rsidRPr="00CB3B73" w:rsidRDefault="00710B14" w:rsidP="009062BE">
            <w:pPr>
              <w:pStyle w:val="ConsPlusTitle"/>
              <w:widowControl/>
              <w:jc w:val="center"/>
              <w:outlineLvl w:val="1"/>
              <w:rPr>
                <w:b w:val="0"/>
              </w:rPr>
            </w:pPr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2" o:spid="_x0000_s1026" type="#_x0000_t67" style="position:absolute;left:0;text-align:left;margin-left:115.65pt;margin-top:72.85pt;width:22.55pt;height:3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"/>
              </w:pict>
            </w:r>
            <w:r w:rsidRPr="00CB3B73">
              <w:rPr>
                <w:b w:val="0"/>
              </w:rPr>
              <w:t xml:space="preserve">Заявитель обращается в ОУ с заявлением установленного образца (см. приложения) о предоставлении услуги  </w:t>
            </w:r>
            <w:r w:rsidRPr="00CB3B73">
              <w:rPr>
                <w:b w:val="0"/>
                <w:color w:val="000000"/>
                <w:sz w:val="23"/>
                <w:szCs w:val="23"/>
              </w:rPr>
              <w:t>«Предоставление информации о результатах сданных экзаменов, тестирования</w:t>
            </w:r>
            <w:r w:rsidRPr="00CB3B73">
              <w:rPr>
                <w:b w:val="0"/>
                <w:sz w:val="23"/>
                <w:szCs w:val="23"/>
              </w:rPr>
              <w:t xml:space="preserve"> и иных испытаний»</w:t>
            </w:r>
          </w:p>
        </w:tc>
      </w:tr>
    </w:tbl>
    <w:p w:rsidR="00710B14" w:rsidRPr="005C2A73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7" type="#_x0000_t4" style="position:absolute;left:0;text-align:left;margin-left:0;margin-top:5.45pt;width:459pt;height:207pt;z-index:251657216">
            <v:textbox>
              <w:txbxContent>
                <w:p w:rsidR="00710B14" w:rsidRPr="00E6310B" w:rsidRDefault="00710B1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310B">
                    <w:rPr>
                      <w:b/>
                      <w:bCs/>
                      <w:sz w:val="20"/>
                      <w:szCs w:val="20"/>
                    </w:rPr>
                    <w:t>Рассмотрение в ОУ документов, поданных заявителем (родителем, законным представителем) и принятие решения о предоставлении муниципальной услуги</w:t>
                  </w:r>
                  <w:r w:rsidRPr="00E631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Регистрация заявления в журнале подачи заявлений о предоставлении муниципальной услуги</w:t>
                  </w:r>
                </w:p>
              </w:txbxContent>
            </v:textbox>
          </v:shape>
        </w:pict>
      </w: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Pr="005C2A73" w:rsidRDefault="00710B14" w:rsidP="00CB3B73">
      <w:pPr>
        <w:pStyle w:val="ConsPlusTitle"/>
        <w:widowControl/>
        <w:jc w:val="center"/>
        <w:outlineLvl w:val="1"/>
      </w:pPr>
      <w:r>
        <w:rPr>
          <w:noProof/>
        </w:rPr>
        <w:pict>
          <v:shape id="_x0000_s1028" type="#_x0000_t67" style="position:absolute;left:0;text-align:left;margin-left:441pt;margin-top:7.85pt;width:22.55pt;height:9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"/>
        </w:pict>
      </w:r>
      <w:r>
        <w:rPr>
          <w:noProof/>
        </w:rPr>
        <w:pict>
          <v:shape id="_x0000_s1029" type="#_x0000_t67" style="position:absolute;left:0;text-align:left;margin-left:0;margin-top:7.85pt;width:22.55pt;height:9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"/>
        </w:pict>
      </w:r>
    </w:p>
    <w:p w:rsidR="00710B14" w:rsidRPr="005C2A73" w:rsidRDefault="00710B14" w:rsidP="00CB3B73">
      <w:pPr>
        <w:pStyle w:val="ConsPlusTitle"/>
        <w:widowControl/>
        <w:tabs>
          <w:tab w:val="left" w:pos="5309"/>
        </w:tabs>
        <w:outlineLvl w:val="1"/>
      </w:pPr>
      <w:r w:rsidRPr="005C2A73">
        <w:t xml:space="preserve">                      </w:t>
      </w:r>
      <w:r w:rsidRPr="005C2A73">
        <w:tab/>
      </w: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Default="00710B14" w:rsidP="00CB3B73">
      <w:pPr>
        <w:pStyle w:val="ConsPlusTitle"/>
        <w:widowControl/>
        <w:jc w:val="center"/>
        <w:outlineLvl w:val="1"/>
      </w:pPr>
    </w:p>
    <w:p w:rsidR="00710B14" w:rsidRPr="005C2A73" w:rsidRDefault="00710B14" w:rsidP="00442592">
      <w:pPr>
        <w:pStyle w:val="ConsPlusTitle"/>
        <w:widowControl/>
        <w:outlineLvl w:val="1"/>
      </w:pPr>
    </w:p>
    <w:tbl>
      <w:tblPr>
        <w:tblW w:w="0" w:type="auto"/>
        <w:tblCellSpacing w:w="2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0A0"/>
      </w:tblPr>
      <w:tblGrid>
        <w:gridCol w:w="5081"/>
        <w:gridCol w:w="4690"/>
      </w:tblGrid>
      <w:tr w:rsidR="00710B14" w:rsidRPr="005C2A73" w:rsidTr="00E6310B">
        <w:trPr>
          <w:trHeight w:val="638"/>
          <w:tblCellSpacing w:w="20" w:type="dxa"/>
        </w:trPr>
        <w:tc>
          <w:tcPr>
            <w:tcW w:w="5021" w:type="dxa"/>
          </w:tcPr>
          <w:p w:rsidR="00710B14" w:rsidRDefault="00710B14" w:rsidP="00442592">
            <w:pPr>
              <w:pStyle w:val="ConsPlusTitle"/>
              <w:jc w:val="center"/>
              <w:outlineLvl w:val="1"/>
            </w:pPr>
            <w:r>
              <w:t>Подготовка ответа на обращение (информация о результатах</w:t>
            </w:r>
          </w:p>
          <w:p w:rsidR="00710B14" w:rsidRDefault="00710B14" w:rsidP="00442592">
            <w:pPr>
              <w:pStyle w:val="ConsPlusTitle"/>
              <w:jc w:val="center"/>
              <w:outlineLvl w:val="1"/>
            </w:pPr>
            <w:r>
              <w:t>сданных экзаменов, тестирования</w:t>
            </w:r>
          </w:p>
          <w:p w:rsidR="00710B14" w:rsidRDefault="00710B14" w:rsidP="00442592">
            <w:pPr>
              <w:pStyle w:val="ConsPlusTitle"/>
              <w:jc w:val="center"/>
              <w:outlineLvl w:val="1"/>
            </w:pPr>
            <w:r>
              <w:t>и иных вступительных испытаний</w:t>
            </w:r>
          </w:p>
          <w:p w:rsidR="00710B14" w:rsidRDefault="00710B14" w:rsidP="00442592">
            <w:pPr>
              <w:pStyle w:val="ConsPlusTitle"/>
              <w:jc w:val="center"/>
              <w:outlineLvl w:val="1"/>
            </w:pPr>
            <w:r>
              <w:t>в образовательных учреждениях, расположенных</w:t>
            </w:r>
          </w:p>
          <w:p w:rsidR="00710B14" w:rsidRPr="005C2A73" w:rsidRDefault="00710B14" w:rsidP="00442592">
            <w:pPr>
              <w:pStyle w:val="ConsPlusTitle"/>
              <w:jc w:val="center"/>
              <w:outlineLvl w:val="1"/>
            </w:pPr>
            <w:r>
              <w:t>на территории Заларинского района)</w:t>
            </w:r>
          </w:p>
        </w:tc>
        <w:tc>
          <w:tcPr>
            <w:tcW w:w="4630" w:type="dxa"/>
            <w:vMerge w:val="restart"/>
            <w:vAlign w:val="center"/>
          </w:tcPr>
          <w:p w:rsidR="00710B14" w:rsidRPr="00F11C93" w:rsidRDefault="00710B14" w:rsidP="00E6310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1C93">
              <w:rPr>
                <w:rFonts w:ascii="Times New Roman" w:hAnsi="Times New Roman" w:cs="Times New Roman"/>
                <w:b/>
              </w:rPr>
              <w:t>Мотивированный отказ в предоставлении информации) заявителю</w:t>
            </w:r>
          </w:p>
        </w:tc>
      </w:tr>
      <w:tr w:rsidR="00710B14" w:rsidRPr="005C2A73" w:rsidTr="00E6310B">
        <w:trPr>
          <w:trHeight w:val="638"/>
          <w:tblCellSpacing w:w="20" w:type="dxa"/>
        </w:trPr>
        <w:tc>
          <w:tcPr>
            <w:tcW w:w="5021" w:type="dxa"/>
          </w:tcPr>
          <w:p w:rsidR="00710B14" w:rsidRPr="005C2A73" w:rsidRDefault="00710B14" w:rsidP="009062BE">
            <w:pPr>
              <w:pStyle w:val="ConsPlusTitle"/>
              <w:widowControl/>
              <w:jc w:val="center"/>
              <w:outlineLvl w:val="1"/>
            </w:pPr>
            <w:r w:rsidRPr="005C2A73">
              <w:t>Предоставление информации заявителю</w:t>
            </w:r>
            <w:r>
              <w:t xml:space="preserve"> посредством почты, электронной почты</w:t>
            </w:r>
          </w:p>
        </w:tc>
        <w:tc>
          <w:tcPr>
            <w:tcW w:w="4630" w:type="dxa"/>
            <w:vMerge/>
          </w:tcPr>
          <w:p w:rsidR="00710B14" w:rsidRPr="00F11C93" w:rsidRDefault="00710B14" w:rsidP="003A4FA7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</w:tbl>
    <w:p w:rsidR="00710B14" w:rsidRDefault="00710B14" w:rsidP="00CB3B73">
      <w:pPr>
        <w:pStyle w:val="ConsPlusTitle"/>
        <w:widowControl/>
        <w:jc w:val="center"/>
        <w:outlineLvl w:val="1"/>
        <w:rPr>
          <w:sz w:val="20"/>
          <w:szCs w:val="20"/>
        </w:rPr>
      </w:pPr>
    </w:p>
    <w:p w:rsidR="00710B14" w:rsidRPr="00B806CD" w:rsidRDefault="00710B14" w:rsidP="00CB3B73">
      <w:pPr>
        <w:pStyle w:val="3"/>
        <w:shd w:val="clear" w:color="auto" w:fill="auto"/>
        <w:spacing w:after="0"/>
        <w:ind w:left="20" w:right="20" w:firstLine="720"/>
        <w:jc w:val="both"/>
        <w:rPr>
          <w:sz w:val="24"/>
          <w:szCs w:val="24"/>
        </w:rPr>
      </w:pPr>
    </w:p>
    <w:p w:rsidR="00710B14" w:rsidRDefault="00710B14"/>
    <w:p w:rsidR="00710B14" w:rsidRPr="00B46580" w:rsidRDefault="00710B14" w:rsidP="002376D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</w:rPr>
      </w:pPr>
      <w: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</w:t>
      </w:r>
      <w:r w:rsidRPr="00B46580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2</w:t>
      </w:r>
      <w:r w:rsidRPr="00B46580">
        <w:rPr>
          <w:rFonts w:ascii="Times New Roman" w:hAnsi="Times New Roman" w:cs="Times New Roman"/>
          <w:color w:val="000000"/>
        </w:rPr>
        <w:t xml:space="preserve"> к Административному регламенту </w:t>
      </w:r>
    </w:p>
    <w:p w:rsidR="00710B14" w:rsidRPr="00B46580" w:rsidRDefault="00710B14" w:rsidP="002376D0">
      <w:pPr>
        <w:autoSpaceDE w:val="0"/>
        <w:autoSpaceDN w:val="0"/>
        <w:adjustRightInd w:val="0"/>
        <w:spacing w:after="0" w:line="240" w:lineRule="auto"/>
        <w:ind w:left="5660"/>
        <w:jc w:val="both"/>
        <w:rPr>
          <w:rFonts w:ascii="Times New Roman" w:hAnsi="Times New Roman" w:cs="Times New Roman"/>
          <w:color w:val="000000"/>
        </w:rPr>
      </w:pPr>
      <w:r w:rsidRPr="00B46580">
        <w:rPr>
          <w:rFonts w:ascii="Times New Roman" w:hAnsi="Times New Roman" w:cs="Times New Roman"/>
          <w:color w:val="000000"/>
        </w:rPr>
        <w:t xml:space="preserve">предоставления муниципальной услуги «Предоставление информации о результатах сданных экзаменов, тестирования и иных испытаний» </w:t>
      </w:r>
    </w:p>
    <w:p w:rsidR="00710B14" w:rsidRDefault="00710B14" w:rsidP="00F11C93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B14" w:rsidRPr="00F11C93" w:rsidRDefault="00710B14" w:rsidP="00F11C93">
      <w:pPr>
        <w:widowControl w:val="0"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C93">
        <w:rPr>
          <w:rFonts w:ascii="Times New Roman" w:hAnsi="Times New Roman" w:cs="Times New Roman"/>
          <w:b/>
          <w:sz w:val="24"/>
          <w:szCs w:val="24"/>
        </w:rPr>
        <w:t>Информация о месте нахождения, номерах телефонов для справок, адресах  электронной почты, графике работы  муниципальных образовательных учреждений Заларинского района</w:t>
      </w:r>
    </w:p>
    <w:p w:rsidR="00710B14" w:rsidRDefault="00710B14" w:rsidP="002376D0">
      <w:pPr>
        <w:tabs>
          <w:tab w:val="left" w:pos="6135"/>
        </w:tabs>
      </w:pPr>
    </w:p>
    <w:p w:rsidR="00710B14" w:rsidRDefault="00710B14"/>
    <w:tbl>
      <w:tblPr>
        <w:tblW w:w="9720" w:type="dxa"/>
        <w:tblInd w:w="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895"/>
        <w:gridCol w:w="3533"/>
        <w:gridCol w:w="2160"/>
        <w:gridCol w:w="1152"/>
        <w:gridCol w:w="1980"/>
      </w:tblGrid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</w:t>
            </w:r>
          </w:p>
        </w:tc>
        <w:tc>
          <w:tcPr>
            <w:tcW w:w="3533" w:type="dxa"/>
            <w:vAlign w:val="center"/>
          </w:tcPr>
          <w:p w:rsidR="00710B14" w:rsidRPr="00244905" w:rsidRDefault="00710B14" w:rsidP="003428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адрес, адрес электронной почты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spacing w:before="90" w:after="90"/>
              <w:jc w:val="center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Телефоны</w:t>
            </w:r>
          </w:p>
        </w:tc>
        <w:tc>
          <w:tcPr>
            <w:tcW w:w="1980" w:type="dxa"/>
          </w:tcPr>
          <w:p w:rsidR="00710B14" w:rsidRPr="00244905" w:rsidRDefault="00710B14" w:rsidP="00342843">
            <w:pPr>
              <w:spacing w:before="90" w:after="90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Ф.И.О. руководителя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Бабагайская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 xml:space="preserve"> с. Бабагай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ул. Центральная, 8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babagai@mail.ru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Камозина Любовь Александровна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Бажирская основная общеобразовательная школа 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Бажир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пер. Школьный, 1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B-1986@yandex.ru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CD6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Чепурин Вадим Леонидович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общеобразовательное учреждение Большезаимская основная общеобразовательная школа 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 xml:space="preserve"> с. Большая Заимка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ул. Лесная, 1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moubigzaimka@mail.ru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CD6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Васильева Наталья Викторовна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Веренская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Веренка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ул. Школьная, 19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verenkaschool@mail.ru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Звягинцева Наталья Анатольевна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учреждение Владимирская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Владимир, ул. Центральная, 18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vladimssh@rambler.ru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Сахаровская Лариса Александровна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Второтыретская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Вторая Тыреть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ул. Новая, 24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2tyret.shool@rambler.ru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Бондарчук Татьяна Анатольевна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Заларинская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п. Залари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ул. Ленина, 12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zalary_oosh@bk.ru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2-17-62</w:t>
            </w: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Усатенко Анатолий Владимирович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Заларинская средняя общеобразовательная школа №1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п. Залари, ул. Комсомольская, 28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zalsch@yandex.ru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2-11-40</w:t>
            </w: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Фещенко Елена Александровна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Заларинская средняя общеобразовательная школа №2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п. Залари, ул. Рабочая, 2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vereshagina08@mail.ru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2-13-03</w:t>
            </w: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Сидорова Татьяна Ивановна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Моисеевская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 xml:space="preserve">с. Моисеевка, пер. Школьный,10 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moischcola@rambler.ru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24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(839552)9-42-45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Каратаева Татьяна Борисовна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Мойганская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Мойган, ул. Школьная, 14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moigan@yandex.ru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Пятков Андрей Алексеевич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Новочеремховская основная общеобразовательная школа 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Новочеремхово, ул. Новая,10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olga-dudarek@mail.ru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(839552)9-80-06</w:t>
            </w: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Мицкевич Анна Дмитриевна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Семеновская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Семеновск, ул. 40 лет Победы, 65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semshcola@mail.ru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Моисеенко Татьяна Михайловна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Сортовская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Сорты, ул. Трактовая, 2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vg.kuzmina@yandex.ru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Кузьмина Валентина Георгиевна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Солерудниковская гимназия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П. Тыреть, мкр. Солерудник, 19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solgimn@rambler.ru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2-67-67</w:t>
            </w: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Сороквашина Тамара Николаевна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Тагнинская основная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Тагна, ул. Дорожная, 1а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moutagna@mail.ru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9-44-21</w:t>
            </w: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Филиппова Лидия Васильевна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Троицкая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Троицк, ул. Ленина, 6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tschkola@mail.ru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24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(839552)9-53-36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Рудой Андрей Андреевич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Тыретская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П. Тыреть, ул. Школьная, 10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tschkola1@mail.ru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24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(839552)9-67-67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Рябец Галина Степановна</w:t>
            </w:r>
          </w:p>
        </w:tc>
      </w:tr>
      <w:tr w:rsidR="00710B14" w:rsidRPr="00244905" w:rsidTr="005169E1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Ханжиновская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Ханжиново, ул. Школьная, 15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hanjinovo@mail.ru</w:t>
            </w:r>
          </w:p>
        </w:tc>
        <w:tc>
          <w:tcPr>
            <w:tcW w:w="1152" w:type="dxa"/>
          </w:tcPr>
          <w:p w:rsidR="00710B14" w:rsidRPr="00244905" w:rsidRDefault="00710B14" w:rsidP="009062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Ситникова Наталья Владимировна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Холмогойская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Холмогой, ул. Спортивная, 1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kholmogoy@mail.ru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Зелент Мария Карловна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Хор-Тагнинская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Хор-Тагна, ул. Кавказская, 12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hor_tagna@mail.ru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24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(839552)9-45-05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Почтальон Андрей Владимирович</w:t>
            </w:r>
          </w:p>
        </w:tc>
      </w:tr>
      <w:tr w:rsidR="00710B14" w:rsidRPr="00244905" w:rsidTr="00342843">
        <w:trPr>
          <w:cantSplit/>
        </w:trPr>
        <w:tc>
          <w:tcPr>
            <w:tcW w:w="895" w:type="dxa"/>
            <w:vAlign w:val="center"/>
          </w:tcPr>
          <w:p w:rsidR="00710B14" w:rsidRPr="00244905" w:rsidRDefault="00710B14" w:rsidP="0034284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Черемшанская средняя общеобразовательная школа</w:t>
            </w:r>
          </w:p>
        </w:tc>
        <w:tc>
          <w:tcPr>
            <w:tcW w:w="2160" w:type="dxa"/>
            <w:vAlign w:val="center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С. Черемшанка, ул. Школьная, 24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cherschkola@yandex.ru</w:t>
            </w:r>
          </w:p>
        </w:tc>
        <w:tc>
          <w:tcPr>
            <w:tcW w:w="1152" w:type="dxa"/>
            <w:vAlign w:val="center"/>
          </w:tcPr>
          <w:p w:rsidR="00710B14" w:rsidRPr="00244905" w:rsidRDefault="00710B14" w:rsidP="0024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(839552)9-81-07</w:t>
            </w:r>
          </w:p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B14" w:rsidRPr="00244905" w:rsidRDefault="00710B14" w:rsidP="0034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905">
              <w:rPr>
                <w:rFonts w:ascii="Times New Roman" w:hAnsi="Times New Roman" w:cs="Times New Roman"/>
                <w:sz w:val="24"/>
                <w:szCs w:val="24"/>
              </w:rPr>
              <w:t>Салимгареева Флюра Михайловна</w:t>
            </w:r>
          </w:p>
        </w:tc>
      </w:tr>
    </w:tbl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 w:rsidP="00F11C93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 w:rsidRPr="00B46580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6</w:t>
      </w:r>
      <w:r w:rsidRPr="00B46580">
        <w:rPr>
          <w:rFonts w:ascii="Times New Roman" w:hAnsi="Times New Roman" w:cs="Times New Roman"/>
          <w:color w:val="000000"/>
        </w:rPr>
        <w:t xml:space="preserve"> </w:t>
      </w:r>
    </w:p>
    <w:p w:rsidR="00710B14" w:rsidRPr="00B46580" w:rsidRDefault="00710B14" w:rsidP="00F11C93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 w:rsidRPr="00B46580">
        <w:rPr>
          <w:rFonts w:ascii="Times New Roman" w:hAnsi="Times New Roman" w:cs="Times New Roman"/>
          <w:color w:val="000000"/>
        </w:rPr>
        <w:t xml:space="preserve">к Административному регламенту </w:t>
      </w:r>
    </w:p>
    <w:p w:rsidR="00710B14" w:rsidRDefault="00710B14"/>
    <w:p w:rsidR="00710B14" w:rsidRDefault="00710B14"/>
    <w:p w:rsidR="00710B14" w:rsidRPr="00E6310B" w:rsidRDefault="00710B14" w:rsidP="00F11C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10B">
        <w:rPr>
          <w:rFonts w:ascii="Times New Roman" w:hAnsi="Times New Roman" w:cs="Times New Roman"/>
          <w:b/>
          <w:sz w:val="24"/>
          <w:szCs w:val="24"/>
        </w:rPr>
        <w:t>Справка о результатах сданных экзаменов, тестирования и иных испытаний</w:t>
      </w:r>
    </w:p>
    <w:p w:rsidR="00710B14" w:rsidRDefault="00710B14"/>
    <w:p w:rsidR="00710B14" w:rsidRPr="007238D4" w:rsidRDefault="00710B14" w:rsidP="007238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>Справка</w:t>
      </w: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>Выдана __________________________________________________________</w:t>
      </w: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10B14" w:rsidRPr="007238D4" w:rsidRDefault="00710B14" w:rsidP="007238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>в том, что он(она) с _____________ 20___года по _____________20___года</w:t>
      </w: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 xml:space="preserve">сдал экзамены по следующим предметам и показал(а)  следующие результаты: </w:t>
      </w: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>1.______________________________                  ______________</w:t>
      </w: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 xml:space="preserve">         (предметы)                                                     ( оценка, баллы, др.)</w:t>
      </w: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>2.______________________________                  _______________</w:t>
      </w: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>Дата _______________</w:t>
      </w: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>Директор ___________________</w:t>
      </w:r>
      <w:r w:rsidRPr="007238D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238D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238D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238D4">
        <w:rPr>
          <w:rFonts w:ascii="Times New Roman" w:hAnsi="Times New Roman" w:cs="Times New Roman"/>
          <w:sz w:val="24"/>
          <w:szCs w:val="24"/>
          <w:lang w:eastAsia="ru-RU"/>
        </w:rPr>
        <w:tab/>
        <w:t>Подпись _____________</w:t>
      </w: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7238D4" w:rsidRDefault="00710B14" w:rsidP="00723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8D4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710B14" w:rsidRPr="007238D4" w:rsidRDefault="00710B14">
      <w:pPr>
        <w:rPr>
          <w:sz w:val="24"/>
          <w:szCs w:val="24"/>
        </w:rPr>
      </w:pPr>
    </w:p>
    <w:p w:rsidR="00710B14" w:rsidRPr="007238D4" w:rsidRDefault="00710B14">
      <w:pPr>
        <w:rPr>
          <w:sz w:val="24"/>
          <w:szCs w:val="24"/>
        </w:rPr>
      </w:pPr>
    </w:p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/>
    <w:p w:rsidR="00710B14" w:rsidRDefault="00710B14" w:rsidP="00646B2B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646B2B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 w:rsidRPr="00B46580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  <w:r w:rsidRPr="00B46580">
        <w:rPr>
          <w:rFonts w:ascii="Times New Roman" w:hAnsi="Times New Roman" w:cs="Times New Roman"/>
          <w:color w:val="000000"/>
        </w:rPr>
        <w:t xml:space="preserve"> </w:t>
      </w:r>
    </w:p>
    <w:p w:rsidR="00710B14" w:rsidRPr="00B46580" w:rsidRDefault="00710B14" w:rsidP="00646B2B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 w:rsidRPr="00B46580">
        <w:rPr>
          <w:rFonts w:ascii="Times New Roman" w:hAnsi="Times New Roman" w:cs="Times New Roman"/>
          <w:color w:val="000000"/>
        </w:rPr>
        <w:t xml:space="preserve">к Административному регламенту </w:t>
      </w:r>
    </w:p>
    <w:p w:rsidR="00710B14" w:rsidRDefault="00710B14"/>
    <w:p w:rsidR="00710B14" w:rsidRPr="00646B2B" w:rsidRDefault="00710B14" w:rsidP="00646B2B">
      <w:pPr>
        <w:pStyle w:val="NormalWeb"/>
        <w:spacing w:after="0" w:line="312" w:lineRule="atLeast"/>
        <w:jc w:val="center"/>
        <w:rPr>
          <w:b/>
          <w:color w:val="333333"/>
        </w:rPr>
      </w:pPr>
      <w:r w:rsidRPr="00646B2B">
        <w:rPr>
          <w:b/>
          <w:color w:val="333333"/>
        </w:rPr>
        <w:t>Заявление</w:t>
      </w:r>
      <w:r w:rsidRPr="00646B2B">
        <w:rPr>
          <w:b/>
          <w:color w:val="333333"/>
        </w:rPr>
        <w:br/>
        <w:t>родителей (законных представителей) на предоставление информации</w:t>
      </w:r>
    </w:p>
    <w:p w:rsidR="00710B14" w:rsidRPr="00646B2B" w:rsidRDefault="00710B14" w:rsidP="00646B2B">
      <w:pPr>
        <w:pStyle w:val="NormalWeb"/>
        <w:spacing w:after="0" w:line="312" w:lineRule="atLeast"/>
        <w:jc w:val="center"/>
        <w:rPr>
          <w:b/>
          <w:color w:val="333333"/>
        </w:rPr>
      </w:pPr>
      <w:r w:rsidRPr="00646B2B">
        <w:rPr>
          <w:b/>
          <w:color w:val="333333"/>
        </w:rPr>
        <w:t>о результатах сданных экзаменов, тестирования и иных испытаний,</w:t>
      </w:r>
    </w:p>
    <w:p w:rsidR="00710B14" w:rsidRDefault="00710B14" w:rsidP="00646B2B">
      <w:pPr>
        <w:pStyle w:val="NormalWeb"/>
        <w:spacing w:after="0" w:line="312" w:lineRule="atLeast"/>
        <w:jc w:val="center"/>
        <w:rPr>
          <w:b/>
          <w:color w:val="333333"/>
        </w:rPr>
      </w:pPr>
      <w:r w:rsidRPr="00646B2B">
        <w:rPr>
          <w:b/>
          <w:color w:val="333333"/>
        </w:rPr>
        <w:t>а также о зачислении в общеобразовательное учреждение</w:t>
      </w:r>
    </w:p>
    <w:p w:rsidR="00710B14" w:rsidRPr="00646B2B" w:rsidRDefault="00710B14" w:rsidP="00646B2B">
      <w:pPr>
        <w:pStyle w:val="NormalWeb"/>
        <w:spacing w:after="0" w:line="312" w:lineRule="atLeast"/>
        <w:jc w:val="center"/>
        <w:rPr>
          <w:rFonts w:ascii="Helvetica" w:hAnsi="Helvetica" w:cs="Helvetica"/>
          <w:b/>
          <w:color w:val="333333"/>
        </w:rPr>
      </w:pP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Директору  ____________________________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 xml:space="preserve">(наименование учреждения) 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(Ф.И.О. директора)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ФИО родителя (законного представителя):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Фамилия ______________________________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Имя  _________________________________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Отчество _____________________________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Место регистрации: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Населенный пункт_____________________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Улица _______________________________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Дом _____ кв. 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Телефон ______________________________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Паспорт серия _______ № 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Выдан _______________________________</w:t>
      </w:r>
    </w:p>
    <w:p w:rsidR="00710B14" w:rsidRPr="00442592" w:rsidRDefault="00710B14" w:rsidP="00646B2B">
      <w:pPr>
        <w:pStyle w:val="NormalWeb"/>
        <w:spacing w:line="312" w:lineRule="atLeast"/>
        <w:rPr>
          <w:color w:val="333333"/>
        </w:rPr>
      </w:pPr>
      <w:r w:rsidRPr="00442592">
        <w:rPr>
          <w:color w:val="333333"/>
        </w:rPr>
        <w:t>_____________________________________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Style w:val="Strong"/>
          <w:rFonts w:ascii="Times New Roman" w:hAnsi="Times New Roman"/>
          <w:color w:val="333333"/>
          <w:sz w:val="24"/>
          <w:szCs w:val="24"/>
        </w:rPr>
        <w:t>Заявление</w:t>
      </w:r>
    </w:p>
    <w:p w:rsidR="00710B14" w:rsidRPr="00442592" w:rsidRDefault="00710B14" w:rsidP="00646B2B">
      <w:pPr>
        <w:spacing w:after="75" w:line="312" w:lineRule="atLeast"/>
        <w:ind w:firstLine="708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Прошу предоставлять информацию о результатах сданных экзаменов, тестирования и иных испытаний, а также о зачислении в образовательное учреждение моего ребенка (сына, дочери)________________________________________________________________,</w:t>
      </w:r>
    </w:p>
    <w:p w:rsidR="00710B14" w:rsidRPr="00442592" w:rsidRDefault="00710B14" w:rsidP="00646B2B">
      <w:pPr>
        <w:spacing w:after="75" w:line="312" w:lineRule="atLeast"/>
        <w:ind w:left="2124" w:firstLine="708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(фамилия, имя, отчество)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обучающегося ___________________ класса, в электронном виде (или письменно)  по следующему адресу электронной почты (или почтовому адресу ______________________ _____________________________________________________________________________</w:t>
      </w:r>
    </w:p>
    <w:p w:rsidR="00710B14" w:rsidRPr="00442592" w:rsidRDefault="00710B14" w:rsidP="00646B2B">
      <w:pPr>
        <w:spacing w:after="75" w:line="312" w:lineRule="atLeast"/>
        <w:ind w:left="1416" w:firstLine="708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(адрес электронной почты или почтовый адрес)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710B14" w:rsidRPr="00442592" w:rsidRDefault="00710B14" w:rsidP="00646B2B">
      <w:pPr>
        <w:spacing w:after="75" w:line="312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 xml:space="preserve">"____" _________________ 20__ года ________________________ </w:t>
      </w:r>
    </w:p>
    <w:p w:rsidR="00710B14" w:rsidRPr="00442592" w:rsidRDefault="00710B14" w:rsidP="00646B2B">
      <w:pPr>
        <w:rPr>
          <w:rFonts w:ascii="Times New Roman" w:hAnsi="Times New Roman" w:cs="Times New Roman"/>
          <w:sz w:val="24"/>
          <w:szCs w:val="24"/>
        </w:rPr>
      </w:pPr>
      <w:r w:rsidRPr="00442592">
        <w:rPr>
          <w:rFonts w:ascii="Times New Roman" w:hAnsi="Times New Roman" w:cs="Times New Roman"/>
          <w:color w:val="333333"/>
          <w:sz w:val="24"/>
          <w:szCs w:val="24"/>
        </w:rPr>
        <w:t>(подпись</w:t>
      </w: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</w:p>
    <w:p w:rsidR="00710B14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 w:rsidRPr="00B46580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8</w:t>
      </w:r>
      <w:r w:rsidRPr="00B46580">
        <w:rPr>
          <w:rFonts w:ascii="Times New Roman" w:hAnsi="Times New Roman" w:cs="Times New Roman"/>
          <w:color w:val="000000"/>
        </w:rPr>
        <w:t xml:space="preserve"> </w:t>
      </w:r>
    </w:p>
    <w:p w:rsidR="00710B14" w:rsidRPr="00B46580" w:rsidRDefault="00710B14" w:rsidP="00442592">
      <w:pPr>
        <w:autoSpaceDE w:val="0"/>
        <w:autoSpaceDN w:val="0"/>
        <w:adjustRightInd w:val="0"/>
        <w:spacing w:after="0" w:line="240" w:lineRule="auto"/>
        <w:ind w:firstLine="700"/>
        <w:jc w:val="right"/>
        <w:rPr>
          <w:rFonts w:ascii="Times New Roman" w:hAnsi="Times New Roman" w:cs="Times New Roman"/>
          <w:color w:val="000000"/>
        </w:rPr>
      </w:pPr>
      <w:r w:rsidRPr="00B46580">
        <w:rPr>
          <w:rFonts w:ascii="Times New Roman" w:hAnsi="Times New Roman" w:cs="Times New Roman"/>
          <w:color w:val="000000"/>
        </w:rPr>
        <w:t xml:space="preserve">к Административному регламенту </w:t>
      </w:r>
    </w:p>
    <w:p w:rsidR="00710B14" w:rsidRDefault="00710B14"/>
    <w:p w:rsidR="00710B14" w:rsidRPr="00442592" w:rsidRDefault="00710B14" w:rsidP="004425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Уведомление</w:t>
      </w:r>
    </w:p>
    <w:p w:rsidR="00710B14" w:rsidRPr="00442592" w:rsidRDefault="00710B14" w:rsidP="004425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заявителю об отказе в предоставлении муниципальной услуги</w:t>
      </w:r>
    </w:p>
    <w:p w:rsidR="00710B14" w:rsidRPr="00442592" w:rsidRDefault="00710B14" w:rsidP="004425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Уважаемый(ая) _______________________________________________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(фамилия, имя, отчество заявителя)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Уведомляем Вас, что ________________________________________________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(наименование учреждения)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не может предоставить муниципальную услугу в связи с _________________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(указать причину)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В соответствии с Вашим заявлением от ________________________________</w:t>
      </w:r>
    </w:p>
    <w:p w:rsidR="00710B14" w:rsidRPr="00442592" w:rsidRDefault="00710B14" w:rsidP="004425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 xml:space="preserve">           (дата подачи заявления)</w:t>
      </w:r>
    </w:p>
    <w:p w:rsidR="00710B14" w:rsidRPr="00442592" w:rsidRDefault="00710B14" w:rsidP="004425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Дата ____________________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>____________________________                            ________________________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2592">
        <w:rPr>
          <w:rFonts w:ascii="Times New Roman" w:hAnsi="Times New Roman" w:cs="Times New Roman"/>
          <w:sz w:val="24"/>
          <w:szCs w:val="24"/>
          <w:lang w:eastAsia="ru-RU"/>
        </w:rPr>
        <w:t xml:space="preserve">     (должность специалиста)</w:t>
      </w:r>
      <w:r w:rsidRPr="004425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425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425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425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42592">
        <w:rPr>
          <w:rFonts w:ascii="Times New Roman" w:hAnsi="Times New Roman" w:cs="Times New Roman"/>
          <w:sz w:val="24"/>
          <w:szCs w:val="24"/>
          <w:lang w:eastAsia="ru-RU"/>
        </w:rPr>
        <w:tab/>
        <w:t>(подпись специалиста)</w:t>
      </w: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B14" w:rsidRPr="00442592" w:rsidRDefault="00710B14" w:rsidP="00442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0B14" w:rsidRDefault="00710B14"/>
    <w:sectPr w:rsidR="00710B14" w:rsidSect="00193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E7DF1"/>
    <w:multiLevelType w:val="hybridMultilevel"/>
    <w:tmpl w:val="55200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70460FA"/>
    <w:multiLevelType w:val="hybridMultilevel"/>
    <w:tmpl w:val="BA4DF1E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580"/>
    <w:rsid w:val="000A4010"/>
    <w:rsid w:val="000B16DF"/>
    <w:rsid w:val="000E298E"/>
    <w:rsid w:val="001863D8"/>
    <w:rsid w:val="00193DFA"/>
    <w:rsid w:val="001A31F4"/>
    <w:rsid w:val="001E4364"/>
    <w:rsid w:val="00225559"/>
    <w:rsid w:val="002376D0"/>
    <w:rsid w:val="00244905"/>
    <w:rsid w:val="002A4B61"/>
    <w:rsid w:val="00342843"/>
    <w:rsid w:val="003A4FA7"/>
    <w:rsid w:val="00415D3F"/>
    <w:rsid w:val="00442592"/>
    <w:rsid w:val="005169E1"/>
    <w:rsid w:val="00530AB1"/>
    <w:rsid w:val="00567AF3"/>
    <w:rsid w:val="005C2A73"/>
    <w:rsid w:val="006355DC"/>
    <w:rsid w:val="00643C88"/>
    <w:rsid w:val="00646B2B"/>
    <w:rsid w:val="00710B14"/>
    <w:rsid w:val="007238D4"/>
    <w:rsid w:val="00750B4E"/>
    <w:rsid w:val="00864B18"/>
    <w:rsid w:val="008C60E3"/>
    <w:rsid w:val="008D5A5B"/>
    <w:rsid w:val="009062BE"/>
    <w:rsid w:val="00961FDD"/>
    <w:rsid w:val="009755B0"/>
    <w:rsid w:val="00A4230A"/>
    <w:rsid w:val="00B011DF"/>
    <w:rsid w:val="00B25CAC"/>
    <w:rsid w:val="00B46580"/>
    <w:rsid w:val="00B806CD"/>
    <w:rsid w:val="00CB241E"/>
    <w:rsid w:val="00CB3B73"/>
    <w:rsid w:val="00CD6E69"/>
    <w:rsid w:val="00D50B9B"/>
    <w:rsid w:val="00E03FCB"/>
    <w:rsid w:val="00E6310B"/>
    <w:rsid w:val="00EE5933"/>
    <w:rsid w:val="00EF1E47"/>
    <w:rsid w:val="00F11C93"/>
    <w:rsid w:val="00F61E92"/>
    <w:rsid w:val="00F710E8"/>
    <w:rsid w:val="00FC1CC6"/>
    <w:rsid w:val="00FF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DF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A4230A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4230A"/>
    <w:rPr>
      <w:rFonts w:ascii="Calibri" w:hAnsi="Calibri" w:cs="Calibri"/>
      <w:sz w:val="24"/>
      <w:szCs w:val="24"/>
      <w:lang w:val="ru-RU" w:eastAsia="ru-RU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CB3B73"/>
    <w:rPr>
      <w:rFonts w:cs="Times New Roman"/>
      <w:sz w:val="27"/>
      <w:szCs w:val="27"/>
      <w:lang w:bidi="ar-SA"/>
    </w:rPr>
  </w:style>
  <w:style w:type="paragraph" w:customStyle="1" w:styleId="3">
    <w:name w:val="Основной текст3"/>
    <w:basedOn w:val="Normal"/>
    <w:link w:val="a"/>
    <w:uiPriority w:val="99"/>
    <w:rsid w:val="00CB3B73"/>
    <w:pPr>
      <w:shd w:val="clear" w:color="auto" w:fill="FFFFFF"/>
      <w:spacing w:after="540" w:line="322" w:lineRule="exact"/>
      <w:jc w:val="right"/>
    </w:pPr>
    <w:rPr>
      <w:rFonts w:ascii="Times New Roman" w:hAnsi="Times New Roman" w:cs="Times New Roman"/>
      <w:noProof/>
      <w:sz w:val="27"/>
      <w:szCs w:val="27"/>
      <w:lang w:eastAsia="ru-RU"/>
    </w:rPr>
  </w:style>
  <w:style w:type="paragraph" w:customStyle="1" w:styleId="ConsPlusTitle">
    <w:name w:val="ConsPlusTitle"/>
    <w:uiPriority w:val="99"/>
    <w:rsid w:val="00CB3B7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646B2B"/>
    <w:pPr>
      <w:spacing w:after="75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646B2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18</Pages>
  <Words>4738</Words>
  <Characters>27013</Characters>
  <Application>Microsoft Office Outlook</Application>
  <DocSecurity>0</DocSecurity>
  <Lines>0</Lines>
  <Paragraphs>0</Paragraphs>
  <ScaleCrop>false</ScaleCrop>
  <Company>Администрация МО "Заларинский район"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 Дроздова</dc:creator>
  <cp:keywords/>
  <dc:description/>
  <cp:lastModifiedBy>User</cp:lastModifiedBy>
  <cp:revision>12</cp:revision>
  <cp:lastPrinted>2012-03-28T06:00:00Z</cp:lastPrinted>
  <dcterms:created xsi:type="dcterms:W3CDTF">2011-10-18T05:59:00Z</dcterms:created>
  <dcterms:modified xsi:type="dcterms:W3CDTF">2012-03-28T06:01:00Z</dcterms:modified>
</cp:coreProperties>
</file>